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1F379" w14:textId="77777777" w:rsidR="002F060E" w:rsidRDefault="002F060E">
      <w:pPr>
        <w:rPr>
          <w:sz w:val="24"/>
        </w:rPr>
      </w:pPr>
    </w:p>
    <w:tbl>
      <w:tblPr>
        <w:tblW w:w="9624" w:type="dxa"/>
        <w:tblLayout w:type="fixed"/>
        <w:tblLook w:val="0000" w:firstRow="0" w:lastRow="0" w:firstColumn="0" w:lastColumn="0" w:noHBand="0" w:noVBand="0"/>
      </w:tblPr>
      <w:tblGrid>
        <w:gridCol w:w="4928"/>
        <w:gridCol w:w="1054"/>
        <w:gridCol w:w="1704"/>
        <w:gridCol w:w="482"/>
        <w:gridCol w:w="1456"/>
      </w:tblGrid>
      <w:tr w:rsidR="00E96222" w:rsidRPr="00E96222" w14:paraId="2D9802B7" w14:textId="77777777" w:rsidTr="005E4ADB">
        <w:tc>
          <w:tcPr>
            <w:tcW w:w="4928" w:type="dxa"/>
            <w:vAlign w:val="center"/>
          </w:tcPr>
          <w:p w14:paraId="2AE62D85" w14:textId="77777777" w:rsidR="00E96222" w:rsidRDefault="00E96222" w:rsidP="00E96222">
            <w:pPr>
              <w:rPr>
                <w:sz w:val="24"/>
              </w:rPr>
            </w:pPr>
          </w:p>
          <w:p w14:paraId="5B6D0282" w14:textId="77777777" w:rsidR="00E96222" w:rsidRPr="00E96222" w:rsidRDefault="008B4480" w:rsidP="00E96222">
            <w:pPr>
              <w:rPr>
                <w:sz w:val="24"/>
              </w:rPr>
            </w:pPr>
            <w:r>
              <w:rPr>
                <w:sz w:val="24"/>
              </w:rPr>
              <w:t>Transpordiamet</w:t>
            </w:r>
          </w:p>
        </w:tc>
        <w:tc>
          <w:tcPr>
            <w:tcW w:w="1054" w:type="dxa"/>
            <w:vAlign w:val="center"/>
          </w:tcPr>
          <w:p w14:paraId="0006221A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  <w:r w:rsidRPr="00E96222">
              <w:rPr>
                <w:b/>
                <w:bCs/>
                <w:sz w:val="24"/>
              </w:rPr>
              <w:t>Teie:</w:t>
            </w:r>
          </w:p>
        </w:tc>
        <w:tc>
          <w:tcPr>
            <w:tcW w:w="1704" w:type="dxa"/>
            <w:tcBorders>
              <w:bottom w:val="dotted" w:sz="4" w:space="0" w:color="auto"/>
            </w:tcBorders>
            <w:vAlign w:val="center"/>
          </w:tcPr>
          <w:p w14:paraId="0656F001" w14:textId="77777777" w:rsidR="00E96222" w:rsidRPr="00E96222" w:rsidRDefault="00E96222" w:rsidP="00E96222">
            <w:pPr>
              <w:rPr>
                <w:sz w:val="24"/>
              </w:rPr>
            </w:pPr>
            <w:r w:rsidRPr="00E96222">
              <w:rPr>
                <w:sz w:val="24"/>
              </w:rPr>
              <w:t>-</w:t>
            </w:r>
          </w:p>
        </w:tc>
        <w:tc>
          <w:tcPr>
            <w:tcW w:w="482" w:type="dxa"/>
            <w:vAlign w:val="center"/>
          </w:tcPr>
          <w:p w14:paraId="5041FE73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  <w:r w:rsidRPr="00E96222">
              <w:rPr>
                <w:b/>
                <w:bCs/>
                <w:sz w:val="24"/>
              </w:rPr>
              <w:t>nr</w:t>
            </w:r>
          </w:p>
        </w:tc>
        <w:tc>
          <w:tcPr>
            <w:tcW w:w="1456" w:type="dxa"/>
            <w:tcBorders>
              <w:bottom w:val="dotted" w:sz="4" w:space="0" w:color="auto"/>
            </w:tcBorders>
            <w:vAlign w:val="center"/>
          </w:tcPr>
          <w:p w14:paraId="0ECB7018" w14:textId="77777777" w:rsidR="00E96222" w:rsidRPr="00E96222" w:rsidRDefault="00E96222" w:rsidP="00E96222">
            <w:pPr>
              <w:rPr>
                <w:sz w:val="24"/>
              </w:rPr>
            </w:pPr>
            <w:r w:rsidRPr="00E96222">
              <w:rPr>
                <w:sz w:val="24"/>
              </w:rPr>
              <w:t>-</w:t>
            </w:r>
          </w:p>
        </w:tc>
      </w:tr>
      <w:tr w:rsidR="00E96222" w:rsidRPr="00E96222" w14:paraId="3CE10075" w14:textId="77777777" w:rsidTr="005E4ADB">
        <w:tc>
          <w:tcPr>
            <w:tcW w:w="4928" w:type="dxa"/>
            <w:vAlign w:val="center"/>
          </w:tcPr>
          <w:p w14:paraId="3BACF096" w14:textId="77777777" w:rsidR="00E96222" w:rsidRPr="00E96222" w:rsidRDefault="008B4480" w:rsidP="00E96222">
            <w:pPr>
              <w:rPr>
                <w:sz w:val="24"/>
              </w:rPr>
            </w:pPr>
            <w:r>
              <w:rPr>
                <w:sz w:val="24"/>
              </w:rPr>
              <w:t>Transpordiameti</w:t>
            </w:r>
            <w:r w:rsidR="00E96222" w:rsidRPr="00E96222">
              <w:rPr>
                <w:sz w:val="24"/>
              </w:rPr>
              <w:t xml:space="preserve"> regioonid</w:t>
            </w:r>
          </w:p>
        </w:tc>
        <w:tc>
          <w:tcPr>
            <w:tcW w:w="1054" w:type="dxa"/>
            <w:vAlign w:val="center"/>
          </w:tcPr>
          <w:p w14:paraId="7496769E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</w:p>
        </w:tc>
        <w:tc>
          <w:tcPr>
            <w:tcW w:w="1704" w:type="dxa"/>
            <w:tcBorders>
              <w:top w:val="dotted" w:sz="4" w:space="0" w:color="auto"/>
            </w:tcBorders>
            <w:vAlign w:val="center"/>
          </w:tcPr>
          <w:p w14:paraId="4B517A38" w14:textId="77777777" w:rsidR="00E96222" w:rsidRPr="00E96222" w:rsidRDefault="00E96222" w:rsidP="00E96222">
            <w:pPr>
              <w:rPr>
                <w:sz w:val="24"/>
              </w:rPr>
            </w:pPr>
          </w:p>
        </w:tc>
        <w:tc>
          <w:tcPr>
            <w:tcW w:w="482" w:type="dxa"/>
            <w:vAlign w:val="center"/>
          </w:tcPr>
          <w:p w14:paraId="0FCA82B3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</w:p>
        </w:tc>
        <w:tc>
          <w:tcPr>
            <w:tcW w:w="1456" w:type="dxa"/>
            <w:tcBorders>
              <w:top w:val="dotted" w:sz="4" w:space="0" w:color="auto"/>
            </w:tcBorders>
            <w:vAlign w:val="center"/>
          </w:tcPr>
          <w:p w14:paraId="6704C406" w14:textId="77777777" w:rsidR="00E96222" w:rsidRPr="00E96222" w:rsidRDefault="00E96222" w:rsidP="00E96222">
            <w:pPr>
              <w:rPr>
                <w:sz w:val="24"/>
              </w:rPr>
            </w:pPr>
          </w:p>
        </w:tc>
      </w:tr>
      <w:tr w:rsidR="00E96222" w:rsidRPr="00E96222" w14:paraId="761C865F" w14:textId="77777777" w:rsidTr="005E4ADB">
        <w:tc>
          <w:tcPr>
            <w:tcW w:w="4928" w:type="dxa"/>
            <w:vAlign w:val="center"/>
          </w:tcPr>
          <w:p w14:paraId="1EDB6006" w14:textId="77777777" w:rsidR="00E96222" w:rsidRPr="00E96222" w:rsidRDefault="00E96222" w:rsidP="00E96222">
            <w:pPr>
              <w:rPr>
                <w:sz w:val="24"/>
              </w:rPr>
            </w:pPr>
            <w:r w:rsidRPr="00E96222">
              <w:rPr>
                <w:sz w:val="24"/>
              </w:rPr>
              <w:t>Teelise 4</w:t>
            </w:r>
          </w:p>
        </w:tc>
        <w:tc>
          <w:tcPr>
            <w:tcW w:w="1054" w:type="dxa"/>
            <w:vAlign w:val="center"/>
          </w:tcPr>
          <w:p w14:paraId="60FF7FA6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  <w:r w:rsidRPr="00E96222">
              <w:rPr>
                <w:b/>
                <w:bCs/>
                <w:sz w:val="24"/>
              </w:rPr>
              <w:t>Meie:</w:t>
            </w:r>
          </w:p>
        </w:tc>
        <w:tc>
          <w:tcPr>
            <w:tcW w:w="1704" w:type="dxa"/>
            <w:tcBorders>
              <w:bottom w:val="dotted" w:sz="4" w:space="0" w:color="auto"/>
            </w:tcBorders>
            <w:vAlign w:val="center"/>
          </w:tcPr>
          <w:p w14:paraId="44D0E95B" w14:textId="77777777" w:rsidR="00E96222" w:rsidRPr="00E96222" w:rsidRDefault="00E75DD6" w:rsidP="00E96222">
            <w:pPr>
              <w:rPr>
                <w:sz w:val="24"/>
              </w:rPr>
            </w:pPr>
            <w:r>
              <w:rPr>
                <w:sz w:val="24"/>
              </w:rPr>
              <w:t>08.02.2024</w:t>
            </w:r>
          </w:p>
        </w:tc>
        <w:tc>
          <w:tcPr>
            <w:tcW w:w="482" w:type="dxa"/>
            <w:vAlign w:val="center"/>
          </w:tcPr>
          <w:p w14:paraId="1D953109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  <w:r w:rsidRPr="00E96222">
              <w:rPr>
                <w:b/>
                <w:bCs/>
                <w:sz w:val="24"/>
              </w:rPr>
              <w:t>nr</w:t>
            </w:r>
          </w:p>
        </w:tc>
        <w:tc>
          <w:tcPr>
            <w:tcW w:w="1456" w:type="dxa"/>
            <w:tcBorders>
              <w:bottom w:val="dotted" w:sz="4" w:space="0" w:color="auto"/>
            </w:tcBorders>
            <w:vAlign w:val="center"/>
          </w:tcPr>
          <w:p w14:paraId="7F86EC19" w14:textId="443E4C4D" w:rsidR="00E96222" w:rsidRPr="00E96222" w:rsidRDefault="00E96222" w:rsidP="00E96222">
            <w:pPr>
              <w:rPr>
                <w:sz w:val="24"/>
              </w:rPr>
            </w:pPr>
            <w:r w:rsidRPr="00E96222">
              <w:rPr>
                <w:sz w:val="24"/>
              </w:rPr>
              <w:t>2.1-</w:t>
            </w:r>
            <w:r w:rsidR="007700BC">
              <w:rPr>
                <w:sz w:val="24"/>
              </w:rPr>
              <w:t>18</w:t>
            </w:r>
          </w:p>
        </w:tc>
      </w:tr>
      <w:tr w:rsidR="00E96222" w:rsidRPr="00E96222" w14:paraId="08B99383" w14:textId="77777777" w:rsidTr="005E4ADB">
        <w:tc>
          <w:tcPr>
            <w:tcW w:w="4928" w:type="dxa"/>
            <w:vAlign w:val="center"/>
          </w:tcPr>
          <w:p w14:paraId="3F5BDE20" w14:textId="77777777" w:rsidR="00E96222" w:rsidRPr="00E96222" w:rsidRDefault="00E96222" w:rsidP="00E96222">
            <w:pPr>
              <w:rPr>
                <w:sz w:val="24"/>
              </w:rPr>
            </w:pPr>
            <w:r w:rsidRPr="00E96222">
              <w:rPr>
                <w:sz w:val="24"/>
              </w:rPr>
              <w:t>10916 TALLINN</w:t>
            </w:r>
          </w:p>
        </w:tc>
        <w:tc>
          <w:tcPr>
            <w:tcW w:w="1054" w:type="dxa"/>
            <w:vAlign w:val="center"/>
          </w:tcPr>
          <w:p w14:paraId="426555F4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</w:p>
        </w:tc>
        <w:tc>
          <w:tcPr>
            <w:tcW w:w="1704" w:type="dxa"/>
            <w:tcBorders>
              <w:top w:val="dotted" w:sz="4" w:space="0" w:color="auto"/>
            </w:tcBorders>
            <w:vAlign w:val="center"/>
          </w:tcPr>
          <w:p w14:paraId="449F53CC" w14:textId="77777777" w:rsidR="00E96222" w:rsidRPr="00E96222" w:rsidRDefault="00E96222" w:rsidP="00E96222">
            <w:pPr>
              <w:rPr>
                <w:sz w:val="24"/>
              </w:rPr>
            </w:pPr>
          </w:p>
        </w:tc>
        <w:tc>
          <w:tcPr>
            <w:tcW w:w="482" w:type="dxa"/>
            <w:vAlign w:val="center"/>
          </w:tcPr>
          <w:p w14:paraId="2F5E9100" w14:textId="77777777" w:rsidR="00E96222" w:rsidRPr="00E96222" w:rsidRDefault="00E96222" w:rsidP="00E96222">
            <w:pPr>
              <w:rPr>
                <w:b/>
                <w:bCs/>
                <w:sz w:val="24"/>
              </w:rPr>
            </w:pPr>
          </w:p>
        </w:tc>
        <w:tc>
          <w:tcPr>
            <w:tcW w:w="1456" w:type="dxa"/>
            <w:tcBorders>
              <w:top w:val="dotted" w:sz="4" w:space="0" w:color="auto"/>
            </w:tcBorders>
            <w:vAlign w:val="center"/>
          </w:tcPr>
          <w:p w14:paraId="59ED894F" w14:textId="77777777" w:rsidR="00E96222" w:rsidRPr="00E96222" w:rsidRDefault="00E96222" w:rsidP="00E96222">
            <w:pPr>
              <w:rPr>
                <w:sz w:val="24"/>
              </w:rPr>
            </w:pPr>
          </w:p>
        </w:tc>
      </w:tr>
    </w:tbl>
    <w:p w14:paraId="525CCD13" w14:textId="77777777" w:rsidR="002F060E" w:rsidRDefault="002F060E">
      <w:pPr>
        <w:rPr>
          <w:sz w:val="24"/>
        </w:rPr>
      </w:pPr>
    </w:p>
    <w:p w14:paraId="4D342C7D" w14:textId="77777777" w:rsidR="00E96222" w:rsidRDefault="00E96222">
      <w:pPr>
        <w:rPr>
          <w:sz w:val="24"/>
        </w:rPr>
      </w:pPr>
    </w:p>
    <w:p w14:paraId="659BA866" w14:textId="77777777" w:rsidR="00E96222" w:rsidRDefault="00E96222" w:rsidP="00E96222">
      <w:pPr>
        <w:pStyle w:val="Kehatekst"/>
        <w:rPr>
          <w:sz w:val="24"/>
        </w:rPr>
      </w:pPr>
    </w:p>
    <w:p w14:paraId="1F984DF6" w14:textId="77777777" w:rsidR="00E96222" w:rsidRDefault="00E96222" w:rsidP="00E96222">
      <w:pPr>
        <w:pStyle w:val="Kehatekst"/>
        <w:rPr>
          <w:sz w:val="24"/>
        </w:rPr>
      </w:pPr>
    </w:p>
    <w:p w14:paraId="30F3A857" w14:textId="77777777" w:rsidR="00E96222" w:rsidRDefault="00E96222" w:rsidP="00E96222">
      <w:pPr>
        <w:pStyle w:val="Kehatekst"/>
        <w:rPr>
          <w:sz w:val="24"/>
        </w:rPr>
      </w:pPr>
    </w:p>
    <w:p w14:paraId="0E8DE082" w14:textId="77777777" w:rsidR="00E96222" w:rsidRDefault="00E96222" w:rsidP="00E96222">
      <w:pPr>
        <w:pStyle w:val="Kehatekst"/>
        <w:rPr>
          <w:sz w:val="24"/>
        </w:rPr>
      </w:pPr>
      <w:r>
        <w:rPr>
          <w:sz w:val="24"/>
        </w:rPr>
        <w:t>Garantiikiri</w:t>
      </w:r>
    </w:p>
    <w:p w14:paraId="73EA98F7" w14:textId="77777777" w:rsidR="00E96222" w:rsidRDefault="00E96222" w:rsidP="00E96222">
      <w:pPr>
        <w:pStyle w:val="Kehatekst"/>
        <w:rPr>
          <w:sz w:val="24"/>
        </w:rPr>
      </w:pPr>
    </w:p>
    <w:p w14:paraId="09FB2F59" w14:textId="77777777" w:rsidR="00E96222" w:rsidRDefault="00E96222" w:rsidP="00E96222">
      <w:pPr>
        <w:pStyle w:val="Kehatekst"/>
        <w:rPr>
          <w:sz w:val="24"/>
        </w:rPr>
      </w:pPr>
    </w:p>
    <w:p w14:paraId="0454274D" w14:textId="77777777" w:rsidR="00E96222" w:rsidRDefault="00E96222" w:rsidP="00E96222">
      <w:pPr>
        <w:pStyle w:val="Kehatekst"/>
        <w:rPr>
          <w:b w:val="0"/>
          <w:sz w:val="24"/>
        </w:rPr>
      </w:pPr>
      <w:r>
        <w:rPr>
          <w:b w:val="0"/>
          <w:sz w:val="24"/>
        </w:rPr>
        <w:t xml:space="preserve">Käesolevaga volitab Reaalprojekt OÜ, reg nr 10765904, tegema geotehniliste pinnaseuuringute lubade ja kooskõlastuste taotlustega seotud toiminguid </w:t>
      </w:r>
      <w:r w:rsidR="008B4480">
        <w:rPr>
          <w:b w:val="0"/>
          <w:sz w:val="24"/>
        </w:rPr>
        <w:t>Transpordiametis</w:t>
      </w:r>
      <w:r>
        <w:rPr>
          <w:b w:val="0"/>
          <w:sz w:val="24"/>
        </w:rPr>
        <w:t xml:space="preserve"> ja </w:t>
      </w:r>
      <w:r w:rsidR="008B4480">
        <w:rPr>
          <w:b w:val="0"/>
          <w:sz w:val="24"/>
        </w:rPr>
        <w:t>Transpordiameti</w:t>
      </w:r>
      <w:r>
        <w:rPr>
          <w:b w:val="0"/>
          <w:sz w:val="24"/>
        </w:rPr>
        <w:t xml:space="preserve"> regionaalsetes </w:t>
      </w:r>
      <w:r w:rsidR="0050765E">
        <w:rPr>
          <w:b w:val="0"/>
          <w:sz w:val="24"/>
        </w:rPr>
        <w:t>üksustes</w:t>
      </w:r>
      <w:r>
        <w:rPr>
          <w:b w:val="0"/>
          <w:sz w:val="24"/>
        </w:rPr>
        <w:t xml:space="preserve"> järgmistel isikutel:</w:t>
      </w:r>
    </w:p>
    <w:p w14:paraId="2B7470C4" w14:textId="77777777" w:rsidR="00E96222" w:rsidRDefault="00E96222" w:rsidP="00E96222">
      <w:pPr>
        <w:pStyle w:val="Kehatekst"/>
        <w:rPr>
          <w:b w:val="0"/>
          <w:sz w:val="24"/>
        </w:rPr>
      </w:pPr>
    </w:p>
    <w:tbl>
      <w:tblPr>
        <w:tblW w:w="41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1720"/>
      </w:tblGrid>
      <w:tr w:rsidR="00E96222" w:rsidRPr="006841F6" w14:paraId="09ECE45B" w14:textId="77777777" w:rsidTr="005E4ADB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6E718" w14:textId="77777777" w:rsidR="00E96222" w:rsidRPr="006841F6" w:rsidRDefault="00E96222" w:rsidP="00411EF3">
            <w:pPr>
              <w:rPr>
                <w:sz w:val="24"/>
                <w:szCs w:val="24"/>
                <w:lang w:eastAsia="et-EE"/>
              </w:rPr>
            </w:pPr>
            <w:r w:rsidRPr="006841F6">
              <w:rPr>
                <w:sz w:val="24"/>
                <w:szCs w:val="24"/>
                <w:lang w:eastAsia="et-EE"/>
              </w:rPr>
              <w:t xml:space="preserve">Leivi Arumäe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AC6007" w14:textId="77777777" w:rsidR="00E96222" w:rsidRPr="006841F6" w:rsidRDefault="00E96222" w:rsidP="005E4ADB">
            <w:pPr>
              <w:jc w:val="center"/>
              <w:rPr>
                <w:sz w:val="24"/>
                <w:szCs w:val="24"/>
                <w:lang w:eastAsia="et-EE"/>
              </w:rPr>
            </w:pPr>
            <w:r w:rsidRPr="006841F6">
              <w:rPr>
                <w:sz w:val="24"/>
                <w:szCs w:val="24"/>
                <w:lang w:eastAsia="et-EE"/>
              </w:rPr>
              <w:t>48301030218</w:t>
            </w:r>
          </w:p>
        </w:tc>
      </w:tr>
      <w:tr w:rsidR="00E96222" w14:paraId="44CCFC9F" w14:textId="77777777" w:rsidTr="005E4ADB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13B8B" w14:textId="77777777" w:rsidR="00E96222" w:rsidRDefault="00E96222" w:rsidP="00411EF3">
            <w:pPr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Katrin Kuslap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561E16" w14:textId="77777777" w:rsidR="00E96222" w:rsidRDefault="00E96222" w:rsidP="005E4ADB">
            <w:pPr>
              <w:jc w:val="center"/>
              <w:rPr>
                <w:sz w:val="24"/>
                <w:szCs w:val="24"/>
                <w:lang w:eastAsia="et-EE"/>
              </w:rPr>
            </w:pPr>
            <w:r w:rsidRPr="002F7649">
              <w:rPr>
                <w:sz w:val="24"/>
                <w:szCs w:val="24"/>
                <w:lang w:eastAsia="et-EE"/>
              </w:rPr>
              <w:t>48906276511</w:t>
            </w:r>
          </w:p>
        </w:tc>
      </w:tr>
      <w:tr w:rsidR="00E96222" w14:paraId="7E784598" w14:textId="77777777" w:rsidTr="005E4ADB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04364F" w14:textId="77777777" w:rsidR="00E96222" w:rsidRDefault="00F426EE" w:rsidP="00411EF3">
            <w:pPr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Liisa</w:t>
            </w:r>
            <w:r w:rsidR="00E96222" w:rsidRPr="002F7649">
              <w:rPr>
                <w:sz w:val="24"/>
                <w:szCs w:val="24"/>
                <w:lang w:eastAsia="et-EE"/>
              </w:rPr>
              <w:t xml:space="preserve"> </w:t>
            </w:r>
            <w:r>
              <w:rPr>
                <w:sz w:val="24"/>
                <w:szCs w:val="24"/>
                <w:lang w:eastAsia="et-EE"/>
              </w:rPr>
              <w:t>Maidla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4204F" w14:textId="77777777" w:rsidR="00E96222" w:rsidRDefault="00F426EE" w:rsidP="005E4ADB">
            <w:pPr>
              <w:jc w:val="center"/>
              <w:rPr>
                <w:sz w:val="24"/>
                <w:szCs w:val="24"/>
                <w:lang w:eastAsia="et-EE"/>
              </w:rPr>
            </w:pPr>
            <w:r w:rsidRPr="00F426EE">
              <w:rPr>
                <w:sz w:val="24"/>
                <w:szCs w:val="24"/>
                <w:lang w:val="en-GB" w:eastAsia="et-EE"/>
              </w:rPr>
              <w:t>48302204224</w:t>
            </w:r>
          </w:p>
        </w:tc>
      </w:tr>
      <w:tr w:rsidR="00E96222" w14:paraId="45AAE0B1" w14:textId="77777777" w:rsidTr="005E4ADB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2E2AF" w14:textId="77777777" w:rsidR="00E96222" w:rsidRDefault="00E75DD6" w:rsidP="00411EF3">
            <w:pPr>
              <w:rPr>
                <w:sz w:val="24"/>
                <w:szCs w:val="24"/>
                <w:lang w:eastAsia="et-EE"/>
              </w:rPr>
            </w:pPr>
            <w:r w:rsidRPr="00411EF3">
              <w:rPr>
                <w:sz w:val="24"/>
              </w:rPr>
              <w:t>Mart Gaškov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F4730" w14:textId="77777777" w:rsidR="00E96222" w:rsidRPr="00E01491" w:rsidRDefault="00E75DD6" w:rsidP="005E4ADB">
            <w:pPr>
              <w:jc w:val="center"/>
              <w:rPr>
                <w:sz w:val="24"/>
                <w:szCs w:val="24"/>
                <w:lang w:eastAsia="et-EE"/>
              </w:rPr>
            </w:pPr>
            <w:r w:rsidRPr="00411EF3">
              <w:rPr>
                <w:sz w:val="24"/>
              </w:rPr>
              <w:t>38706022225</w:t>
            </w:r>
          </w:p>
        </w:tc>
      </w:tr>
      <w:tr w:rsidR="00E96222" w14:paraId="64DF6F2B" w14:textId="77777777" w:rsidTr="005E4ADB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7AC17D" w14:textId="77777777" w:rsidR="00E96222" w:rsidRDefault="00E96222" w:rsidP="00411EF3">
            <w:pPr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eastAsia="et-EE"/>
              </w:rPr>
              <w:t>Jevgenia Mussatova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DB46C" w14:textId="77777777" w:rsidR="00E96222" w:rsidRPr="00E92533" w:rsidRDefault="00E96222" w:rsidP="005E4ADB">
            <w:pPr>
              <w:jc w:val="center"/>
              <w:rPr>
                <w:sz w:val="24"/>
                <w:szCs w:val="24"/>
                <w:lang w:eastAsia="et-EE"/>
              </w:rPr>
            </w:pPr>
            <w:r w:rsidRPr="00E01491">
              <w:rPr>
                <w:sz w:val="24"/>
                <w:szCs w:val="24"/>
                <w:lang w:eastAsia="et-EE"/>
              </w:rPr>
              <w:t>47712150290</w:t>
            </w:r>
          </w:p>
        </w:tc>
      </w:tr>
    </w:tbl>
    <w:p w14:paraId="6AB8BFF3" w14:textId="77777777" w:rsidR="00E96222" w:rsidRDefault="00E96222" w:rsidP="00E96222">
      <w:pPr>
        <w:jc w:val="both"/>
        <w:rPr>
          <w:sz w:val="24"/>
        </w:rPr>
      </w:pPr>
    </w:p>
    <w:p w14:paraId="4CA8CCBB" w14:textId="77777777" w:rsidR="00E96222" w:rsidRDefault="00E96222" w:rsidP="00E96222">
      <w:pPr>
        <w:jc w:val="both"/>
        <w:rPr>
          <w:sz w:val="24"/>
        </w:rPr>
      </w:pPr>
      <w:r>
        <w:rPr>
          <w:sz w:val="24"/>
        </w:rPr>
        <w:t>Volikiri on tähtajatu.</w:t>
      </w:r>
    </w:p>
    <w:p w14:paraId="02C2FAA7" w14:textId="77777777" w:rsidR="00E96222" w:rsidRDefault="00E96222" w:rsidP="00E96222">
      <w:pPr>
        <w:jc w:val="both"/>
        <w:rPr>
          <w:sz w:val="24"/>
        </w:rPr>
      </w:pPr>
    </w:p>
    <w:p w14:paraId="0D168E8B" w14:textId="77777777" w:rsidR="00E96222" w:rsidRDefault="00E96222" w:rsidP="00E96222">
      <w:pPr>
        <w:jc w:val="both"/>
        <w:rPr>
          <w:sz w:val="24"/>
        </w:rPr>
      </w:pPr>
    </w:p>
    <w:p w14:paraId="356734FA" w14:textId="77777777" w:rsidR="00E96222" w:rsidRDefault="00E96222" w:rsidP="00E96222">
      <w:pPr>
        <w:jc w:val="both"/>
        <w:rPr>
          <w:sz w:val="24"/>
        </w:rPr>
      </w:pPr>
    </w:p>
    <w:p w14:paraId="53683A6B" w14:textId="77777777" w:rsidR="00E96222" w:rsidRDefault="00E96222" w:rsidP="00E96222">
      <w:pPr>
        <w:jc w:val="both"/>
        <w:rPr>
          <w:sz w:val="24"/>
        </w:rPr>
      </w:pPr>
    </w:p>
    <w:p w14:paraId="60960318" w14:textId="77777777" w:rsidR="00E96222" w:rsidRDefault="00E96222" w:rsidP="00E96222">
      <w:pPr>
        <w:jc w:val="both"/>
        <w:rPr>
          <w:sz w:val="24"/>
        </w:rPr>
      </w:pPr>
    </w:p>
    <w:p w14:paraId="7601A2F5" w14:textId="77777777" w:rsidR="00E96222" w:rsidRDefault="00E96222" w:rsidP="00E96222">
      <w:pPr>
        <w:jc w:val="both"/>
        <w:rPr>
          <w:sz w:val="24"/>
        </w:rPr>
      </w:pPr>
    </w:p>
    <w:p w14:paraId="37D578C8" w14:textId="77777777" w:rsidR="00E96222" w:rsidRDefault="00E96222" w:rsidP="00E96222">
      <w:pPr>
        <w:jc w:val="both"/>
        <w:rPr>
          <w:sz w:val="24"/>
        </w:rPr>
      </w:pPr>
      <w:r>
        <w:rPr>
          <w:sz w:val="24"/>
        </w:rPr>
        <w:t>Lugupidamisega</w:t>
      </w:r>
    </w:p>
    <w:p w14:paraId="13875A2A" w14:textId="77777777" w:rsidR="00E96222" w:rsidRDefault="00E96222" w:rsidP="00E96222">
      <w:pPr>
        <w:jc w:val="both"/>
        <w:rPr>
          <w:sz w:val="24"/>
        </w:rPr>
      </w:pPr>
    </w:p>
    <w:p w14:paraId="4A9AB800" w14:textId="77777777" w:rsidR="00E96222" w:rsidRPr="00B23E3E" w:rsidRDefault="00E96222" w:rsidP="00E96222">
      <w:pPr>
        <w:jc w:val="both"/>
        <w:rPr>
          <w:i/>
          <w:sz w:val="24"/>
        </w:rPr>
      </w:pPr>
      <w:r w:rsidRPr="00B23E3E">
        <w:rPr>
          <w:i/>
          <w:sz w:val="24"/>
        </w:rPr>
        <w:t>/allkirjastatud digitaalselt/</w:t>
      </w:r>
    </w:p>
    <w:p w14:paraId="2C91C16D" w14:textId="77777777" w:rsidR="00E96222" w:rsidRDefault="00E96222" w:rsidP="00E96222">
      <w:pPr>
        <w:jc w:val="both"/>
        <w:rPr>
          <w:sz w:val="24"/>
        </w:rPr>
      </w:pPr>
      <w:r>
        <w:rPr>
          <w:sz w:val="24"/>
        </w:rPr>
        <w:t>Priit Ilves</w:t>
      </w:r>
    </w:p>
    <w:p w14:paraId="6EB63BE0" w14:textId="77777777" w:rsidR="00E96222" w:rsidRDefault="00E96222" w:rsidP="00E96222">
      <w:pPr>
        <w:rPr>
          <w:sz w:val="24"/>
        </w:rPr>
      </w:pPr>
      <w:r>
        <w:rPr>
          <w:sz w:val="24"/>
        </w:rPr>
        <w:t>Juhatuse liige</w:t>
      </w:r>
    </w:p>
    <w:sectPr w:rsidR="00E96222">
      <w:headerReference w:type="default" r:id="rId8"/>
      <w:footerReference w:type="default" r:id="rId9"/>
      <w:type w:val="continuous"/>
      <w:pgSz w:w="11906" w:h="16838" w:code="9"/>
      <w:pgMar w:top="1134" w:right="1021" w:bottom="1134" w:left="1418" w:header="851" w:footer="45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71008" w14:textId="77777777" w:rsidR="00194BB3" w:rsidRDefault="00194BB3">
      <w:r>
        <w:separator/>
      </w:r>
    </w:p>
  </w:endnote>
  <w:endnote w:type="continuationSeparator" w:id="0">
    <w:p w14:paraId="3088F34E" w14:textId="77777777" w:rsidR="00194BB3" w:rsidRDefault="0019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381CA" w14:textId="77777777" w:rsidR="00D47749" w:rsidRPr="002B69EF" w:rsidRDefault="00D47749">
    <w:pPr>
      <w:pStyle w:val="Jalus"/>
      <w:pBdr>
        <w:top w:val="single" w:sz="4" w:space="1" w:color="auto"/>
      </w:pBdr>
      <w:jc w:val="center"/>
      <w:rPr>
        <w:sz w:val="16"/>
        <w:szCs w:val="16"/>
      </w:rPr>
    </w:pPr>
    <w:r w:rsidRPr="002B69EF">
      <w:rPr>
        <w:sz w:val="16"/>
        <w:szCs w:val="16"/>
      </w:rPr>
      <w:t>Reaalprojekt OÜ</w:t>
    </w:r>
  </w:p>
  <w:p w14:paraId="2626DD6E" w14:textId="77777777" w:rsidR="00D47749" w:rsidRPr="002B69EF" w:rsidRDefault="00416C93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>Tallinna 45</w:t>
    </w:r>
    <w:r w:rsidR="00D47749" w:rsidRPr="002B69EF">
      <w:rPr>
        <w:sz w:val="16"/>
        <w:szCs w:val="16"/>
      </w:rPr>
      <w:t>,</w:t>
    </w:r>
    <w:r w:rsidRPr="002B69EF">
      <w:rPr>
        <w:sz w:val="16"/>
        <w:szCs w:val="16"/>
      </w:rPr>
      <w:t xml:space="preserve"> 71008</w:t>
    </w:r>
    <w:r w:rsidR="00D47749" w:rsidRPr="002B69EF">
      <w:rPr>
        <w:sz w:val="16"/>
        <w:szCs w:val="16"/>
      </w:rPr>
      <w:t>, Viljandi</w:t>
    </w:r>
    <w:r w:rsidR="00D47749" w:rsidRPr="002B69EF">
      <w:rPr>
        <w:sz w:val="16"/>
        <w:szCs w:val="16"/>
      </w:rPr>
      <w:tab/>
    </w:r>
    <w:r w:rsidR="00D47749" w:rsidRPr="002B69EF">
      <w:rPr>
        <w:sz w:val="16"/>
        <w:szCs w:val="16"/>
      </w:rPr>
      <w:tab/>
      <w:t xml:space="preserve">tel </w:t>
    </w:r>
    <w:r w:rsidR="002B69EF">
      <w:rPr>
        <w:sz w:val="16"/>
        <w:szCs w:val="16"/>
      </w:rPr>
      <w:t xml:space="preserve">+372 </w:t>
    </w:r>
    <w:r w:rsidR="003C646A" w:rsidRPr="002B69EF">
      <w:rPr>
        <w:sz w:val="16"/>
        <w:szCs w:val="16"/>
      </w:rPr>
      <w:t>608 1100</w:t>
    </w:r>
  </w:p>
  <w:p w14:paraId="3C097D88" w14:textId="77777777" w:rsidR="00D47749" w:rsidRPr="002B69EF" w:rsidRDefault="003C646A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>Pärnu mnt</w:t>
    </w:r>
    <w:r w:rsidR="00A73B71" w:rsidRPr="002B69EF">
      <w:rPr>
        <w:sz w:val="16"/>
        <w:szCs w:val="16"/>
      </w:rPr>
      <w:t xml:space="preserve"> 463, 10916</w:t>
    </w:r>
    <w:r w:rsidR="00D47749" w:rsidRPr="002B69EF">
      <w:rPr>
        <w:sz w:val="16"/>
        <w:szCs w:val="16"/>
      </w:rPr>
      <w:t xml:space="preserve"> Tallinn</w:t>
    </w:r>
    <w:r w:rsidR="00D47749" w:rsidRPr="002B69EF">
      <w:rPr>
        <w:sz w:val="16"/>
        <w:szCs w:val="16"/>
      </w:rPr>
      <w:tab/>
    </w:r>
    <w:r w:rsidR="00D47749" w:rsidRPr="002B69EF">
      <w:rPr>
        <w:sz w:val="16"/>
        <w:szCs w:val="16"/>
      </w:rPr>
      <w:tab/>
    </w:r>
    <w:r w:rsidRPr="002B69EF">
      <w:rPr>
        <w:sz w:val="16"/>
        <w:szCs w:val="16"/>
      </w:rPr>
      <w:t xml:space="preserve">fax </w:t>
    </w:r>
    <w:r w:rsidR="002B69EF">
      <w:rPr>
        <w:sz w:val="16"/>
        <w:szCs w:val="16"/>
      </w:rPr>
      <w:t xml:space="preserve">+372 </w:t>
    </w:r>
    <w:r w:rsidRPr="002B69EF">
      <w:rPr>
        <w:sz w:val="16"/>
        <w:szCs w:val="16"/>
      </w:rPr>
      <w:t>608 1101</w:t>
    </w:r>
  </w:p>
  <w:p w14:paraId="5321A990" w14:textId="77777777" w:rsidR="00D47749" w:rsidRPr="002B69EF" w:rsidRDefault="00D47749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>Reg.nr. 10765904</w:t>
    </w: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</w:r>
    <w:r w:rsidR="002B69EF">
      <w:rPr>
        <w:sz w:val="16"/>
        <w:szCs w:val="16"/>
      </w:rPr>
      <w:t>tel +372</w:t>
    </w:r>
    <w:r w:rsidR="003C646A" w:rsidRPr="002B69EF">
      <w:rPr>
        <w:sz w:val="16"/>
        <w:szCs w:val="16"/>
      </w:rPr>
      <w:t xml:space="preserve"> 4336144</w:t>
    </w:r>
  </w:p>
  <w:p w14:paraId="4D72ED60" w14:textId="77777777" w:rsidR="00D47749" w:rsidRPr="002B69EF" w:rsidRDefault="00D47749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  <w:t>reaalprojekt@reaalprojekt.ee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4EE5E" w14:textId="77777777" w:rsidR="00194BB3" w:rsidRDefault="00194BB3">
      <w:r>
        <w:separator/>
      </w:r>
    </w:p>
  </w:footnote>
  <w:footnote w:type="continuationSeparator" w:id="0">
    <w:p w14:paraId="124C790F" w14:textId="77777777" w:rsidR="00194BB3" w:rsidRDefault="0019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0045E" w14:textId="245BC817" w:rsidR="00D47749" w:rsidRPr="00EE45EC" w:rsidRDefault="00113874" w:rsidP="00405095">
    <w:pPr>
      <w:pStyle w:val="Pis"/>
      <w:pBdr>
        <w:bottom w:val="single" w:sz="4" w:space="27" w:color="auto"/>
      </w:pBdr>
    </w:pPr>
    <w:r>
      <w:rPr>
        <w:noProof/>
      </w:rPr>
      <w:drawing>
        <wp:anchor distT="0" distB="0" distL="114300" distR="114300" simplePos="0" relativeHeight="251657728" behindDoc="1" locked="0" layoutInCell="1" allowOverlap="1" wp14:anchorId="6DDC7A54" wp14:editId="696D622A">
          <wp:simplePos x="0" y="0"/>
          <wp:positionH relativeFrom="column">
            <wp:align>center</wp:align>
          </wp:positionH>
          <wp:positionV relativeFrom="paragraph">
            <wp:posOffset>-514350</wp:posOffset>
          </wp:positionV>
          <wp:extent cx="1651000" cy="1166495"/>
          <wp:effectExtent l="0" t="0" r="0" b="0"/>
          <wp:wrapTight wrapText="bothSides">
            <wp:wrapPolygon edited="0">
              <wp:start x="0" y="0"/>
              <wp:lineTo x="0" y="21165"/>
              <wp:lineTo x="21434" y="21165"/>
              <wp:lineTo x="21434" y="0"/>
              <wp:lineTo x="0" y="0"/>
            </wp:wrapPolygon>
          </wp:wrapTight>
          <wp:docPr id="4" name="Pilt 1" descr="reaalprojekt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reaalprojekt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116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5630"/>
    <w:multiLevelType w:val="hybridMultilevel"/>
    <w:tmpl w:val="93FCBA32"/>
    <w:lvl w:ilvl="0" w:tplc="9B7ED308">
      <w:start w:val="1"/>
      <w:numFmt w:val="decimal"/>
      <w:lvlText w:val="%1."/>
      <w:lvlJc w:val="left"/>
      <w:pPr>
        <w:tabs>
          <w:tab w:val="num" w:pos="530"/>
        </w:tabs>
        <w:ind w:left="454" w:hanging="284"/>
      </w:pPr>
      <w:rPr>
        <w:rFonts w:hint="default"/>
      </w:rPr>
    </w:lvl>
    <w:lvl w:ilvl="1" w:tplc="175449CE">
      <w:start w:val="1"/>
      <w:numFmt w:val="bullet"/>
      <w:lvlText w:val="-"/>
      <w:lvlJc w:val="left"/>
      <w:pPr>
        <w:tabs>
          <w:tab w:val="num" w:pos="757"/>
        </w:tabs>
        <w:ind w:left="737" w:hanging="34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B2191"/>
    <w:multiLevelType w:val="hybridMultilevel"/>
    <w:tmpl w:val="86D41B4E"/>
    <w:lvl w:ilvl="0" w:tplc="81344182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" w15:restartNumberingAfterBreak="0">
    <w:nsid w:val="223B7B99"/>
    <w:multiLevelType w:val="hybridMultilevel"/>
    <w:tmpl w:val="045A67BC"/>
    <w:lvl w:ilvl="0" w:tplc="FF68E86C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B857A8"/>
    <w:multiLevelType w:val="hybridMultilevel"/>
    <w:tmpl w:val="9FDA1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DF3229"/>
    <w:multiLevelType w:val="hybridMultilevel"/>
    <w:tmpl w:val="2E96A300"/>
    <w:lvl w:ilvl="0" w:tplc="BD981234">
      <w:start w:val="1"/>
      <w:numFmt w:val="decimal"/>
      <w:lvlText w:val="%1."/>
      <w:lvlJc w:val="left"/>
      <w:pPr>
        <w:tabs>
          <w:tab w:val="num" w:pos="530"/>
        </w:tabs>
        <w:ind w:left="51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BE30D0"/>
    <w:multiLevelType w:val="hybridMultilevel"/>
    <w:tmpl w:val="5470C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70359A">
      <w:start w:val="1"/>
      <w:numFmt w:val="lowerLetter"/>
      <w:lvlText w:val="%2)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2" w:tplc="965A8A1C">
      <w:start w:val="1"/>
      <w:numFmt w:val="bullet"/>
      <w:lvlText w:val="-"/>
      <w:lvlJc w:val="left"/>
      <w:pPr>
        <w:tabs>
          <w:tab w:val="num" w:pos="1607"/>
        </w:tabs>
        <w:ind w:left="1588" w:hanging="341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6853073">
    <w:abstractNumId w:val="5"/>
  </w:num>
  <w:num w:numId="2" w16cid:durableId="1494567043">
    <w:abstractNumId w:val="2"/>
  </w:num>
  <w:num w:numId="3" w16cid:durableId="2129465943">
    <w:abstractNumId w:val="0"/>
  </w:num>
  <w:num w:numId="4" w16cid:durableId="1173454672">
    <w:abstractNumId w:val="4"/>
  </w:num>
  <w:num w:numId="5" w16cid:durableId="1981644187">
    <w:abstractNumId w:val="3"/>
  </w:num>
  <w:num w:numId="6" w16cid:durableId="153223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3B9"/>
    <w:rsid w:val="0000040D"/>
    <w:rsid w:val="0000145B"/>
    <w:rsid w:val="000129E5"/>
    <w:rsid w:val="000201AD"/>
    <w:rsid w:val="00021647"/>
    <w:rsid w:val="00025BC6"/>
    <w:rsid w:val="00036CCB"/>
    <w:rsid w:val="000407F1"/>
    <w:rsid w:val="0004760B"/>
    <w:rsid w:val="0005340C"/>
    <w:rsid w:val="00056349"/>
    <w:rsid w:val="00061333"/>
    <w:rsid w:val="00063CC8"/>
    <w:rsid w:val="000640F3"/>
    <w:rsid w:val="00071E42"/>
    <w:rsid w:val="00073031"/>
    <w:rsid w:val="00074C9A"/>
    <w:rsid w:val="0007680C"/>
    <w:rsid w:val="00077FFC"/>
    <w:rsid w:val="0008522C"/>
    <w:rsid w:val="00086668"/>
    <w:rsid w:val="000871DE"/>
    <w:rsid w:val="0009339C"/>
    <w:rsid w:val="00096D66"/>
    <w:rsid w:val="000B3FF6"/>
    <w:rsid w:val="000B52A8"/>
    <w:rsid w:val="000C27DB"/>
    <w:rsid w:val="000D0390"/>
    <w:rsid w:val="000D3B14"/>
    <w:rsid w:val="000E08EB"/>
    <w:rsid w:val="000E7895"/>
    <w:rsid w:val="000E7CB4"/>
    <w:rsid w:val="000F07E2"/>
    <w:rsid w:val="000F0862"/>
    <w:rsid w:val="000F3BD3"/>
    <w:rsid w:val="00104E1D"/>
    <w:rsid w:val="001060E9"/>
    <w:rsid w:val="001061AA"/>
    <w:rsid w:val="0010689E"/>
    <w:rsid w:val="00113874"/>
    <w:rsid w:val="00117268"/>
    <w:rsid w:val="00117EB8"/>
    <w:rsid w:val="00121C57"/>
    <w:rsid w:val="00124070"/>
    <w:rsid w:val="00126751"/>
    <w:rsid w:val="001325E5"/>
    <w:rsid w:val="00132FE7"/>
    <w:rsid w:val="00140E0B"/>
    <w:rsid w:val="0014413B"/>
    <w:rsid w:val="00152C1D"/>
    <w:rsid w:val="00152DBF"/>
    <w:rsid w:val="00156AEC"/>
    <w:rsid w:val="00163B65"/>
    <w:rsid w:val="00163FBA"/>
    <w:rsid w:val="00166C09"/>
    <w:rsid w:val="00167651"/>
    <w:rsid w:val="00174428"/>
    <w:rsid w:val="0018150C"/>
    <w:rsid w:val="00182ADE"/>
    <w:rsid w:val="0019192E"/>
    <w:rsid w:val="0019429D"/>
    <w:rsid w:val="0019454E"/>
    <w:rsid w:val="00194BB3"/>
    <w:rsid w:val="00194D97"/>
    <w:rsid w:val="0019608F"/>
    <w:rsid w:val="001A1ADA"/>
    <w:rsid w:val="001A487D"/>
    <w:rsid w:val="001C6F49"/>
    <w:rsid w:val="001D3FDF"/>
    <w:rsid w:val="001D49E8"/>
    <w:rsid w:val="001D67E5"/>
    <w:rsid w:val="001E0A65"/>
    <w:rsid w:val="001E5202"/>
    <w:rsid w:val="001E6AFA"/>
    <w:rsid w:val="00205FDD"/>
    <w:rsid w:val="002137ED"/>
    <w:rsid w:val="00221204"/>
    <w:rsid w:val="002217BE"/>
    <w:rsid w:val="00221B80"/>
    <w:rsid w:val="002250CE"/>
    <w:rsid w:val="00237E10"/>
    <w:rsid w:val="0024398A"/>
    <w:rsid w:val="0024531F"/>
    <w:rsid w:val="0024543E"/>
    <w:rsid w:val="002521C2"/>
    <w:rsid w:val="002542B6"/>
    <w:rsid w:val="00256F52"/>
    <w:rsid w:val="00271DB0"/>
    <w:rsid w:val="00274324"/>
    <w:rsid w:val="00287988"/>
    <w:rsid w:val="0029081C"/>
    <w:rsid w:val="00294075"/>
    <w:rsid w:val="00296923"/>
    <w:rsid w:val="002A5388"/>
    <w:rsid w:val="002A789B"/>
    <w:rsid w:val="002B69EF"/>
    <w:rsid w:val="002C1E94"/>
    <w:rsid w:val="002C47ED"/>
    <w:rsid w:val="002C4A5C"/>
    <w:rsid w:val="002C664A"/>
    <w:rsid w:val="002D1CDF"/>
    <w:rsid w:val="002D4753"/>
    <w:rsid w:val="002E23E5"/>
    <w:rsid w:val="002F060E"/>
    <w:rsid w:val="00300805"/>
    <w:rsid w:val="003024CF"/>
    <w:rsid w:val="0030777E"/>
    <w:rsid w:val="00314FBA"/>
    <w:rsid w:val="0032031C"/>
    <w:rsid w:val="00321A43"/>
    <w:rsid w:val="0035167B"/>
    <w:rsid w:val="00352A7F"/>
    <w:rsid w:val="00356391"/>
    <w:rsid w:val="00357E23"/>
    <w:rsid w:val="003655BF"/>
    <w:rsid w:val="00366DD4"/>
    <w:rsid w:val="0037321D"/>
    <w:rsid w:val="0038212F"/>
    <w:rsid w:val="003903FD"/>
    <w:rsid w:val="00392132"/>
    <w:rsid w:val="00393845"/>
    <w:rsid w:val="00395786"/>
    <w:rsid w:val="00397FED"/>
    <w:rsid w:val="003A7E78"/>
    <w:rsid w:val="003B3EE3"/>
    <w:rsid w:val="003C3DA2"/>
    <w:rsid w:val="003C646A"/>
    <w:rsid w:val="003C6A4E"/>
    <w:rsid w:val="003C7B2F"/>
    <w:rsid w:val="003D738D"/>
    <w:rsid w:val="003E38DB"/>
    <w:rsid w:val="003E587E"/>
    <w:rsid w:val="003F0A94"/>
    <w:rsid w:val="003F1D12"/>
    <w:rsid w:val="003F514A"/>
    <w:rsid w:val="003F6175"/>
    <w:rsid w:val="00400E64"/>
    <w:rsid w:val="0040157A"/>
    <w:rsid w:val="00405095"/>
    <w:rsid w:val="00406B64"/>
    <w:rsid w:val="00411EF3"/>
    <w:rsid w:val="00414D4D"/>
    <w:rsid w:val="00415EB3"/>
    <w:rsid w:val="00416C93"/>
    <w:rsid w:val="00433875"/>
    <w:rsid w:val="004345D1"/>
    <w:rsid w:val="00434DFF"/>
    <w:rsid w:val="0043550D"/>
    <w:rsid w:val="00440889"/>
    <w:rsid w:val="00440E76"/>
    <w:rsid w:val="00447134"/>
    <w:rsid w:val="00453EB7"/>
    <w:rsid w:val="00454781"/>
    <w:rsid w:val="004633E8"/>
    <w:rsid w:val="00465308"/>
    <w:rsid w:val="00470043"/>
    <w:rsid w:val="00477FD9"/>
    <w:rsid w:val="004815D7"/>
    <w:rsid w:val="00483D21"/>
    <w:rsid w:val="00485531"/>
    <w:rsid w:val="00493163"/>
    <w:rsid w:val="00496E85"/>
    <w:rsid w:val="004A0C6F"/>
    <w:rsid w:val="004A3018"/>
    <w:rsid w:val="004A329E"/>
    <w:rsid w:val="004A423E"/>
    <w:rsid w:val="004A4493"/>
    <w:rsid w:val="004A626E"/>
    <w:rsid w:val="004A792A"/>
    <w:rsid w:val="004B35CC"/>
    <w:rsid w:val="004B635E"/>
    <w:rsid w:val="004B6AF5"/>
    <w:rsid w:val="004C4E07"/>
    <w:rsid w:val="004D515E"/>
    <w:rsid w:val="004E6205"/>
    <w:rsid w:val="004E743B"/>
    <w:rsid w:val="0050765E"/>
    <w:rsid w:val="00513845"/>
    <w:rsid w:val="00515124"/>
    <w:rsid w:val="00523586"/>
    <w:rsid w:val="005277E3"/>
    <w:rsid w:val="00546209"/>
    <w:rsid w:val="005658BD"/>
    <w:rsid w:val="00567CEA"/>
    <w:rsid w:val="00574C1D"/>
    <w:rsid w:val="005778D2"/>
    <w:rsid w:val="00577B9F"/>
    <w:rsid w:val="00577EED"/>
    <w:rsid w:val="0058192C"/>
    <w:rsid w:val="00581DE8"/>
    <w:rsid w:val="0058274B"/>
    <w:rsid w:val="005833D0"/>
    <w:rsid w:val="0059583F"/>
    <w:rsid w:val="005A2486"/>
    <w:rsid w:val="005A2BD4"/>
    <w:rsid w:val="005B1E0C"/>
    <w:rsid w:val="005B3538"/>
    <w:rsid w:val="005B634C"/>
    <w:rsid w:val="005C1183"/>
    <w:rsid w:val="005C2390"/>
    <w:rsid w:val="005C4626"/>
    <w:rsid w:val="005C7CB3"/>
    <w:rsid w:val="005D060F"/>
    <w:rsid w:val="005D6E02"/>
    <w:rsid w:val="005E281A"/>
    <w:rsid w:val="005E2DF2"/>
    <w:rsid w:val="005E4ADB"/>
    <w:rsid w:val="005F3F27"/>
    <w:rsid w:val="005F4DF0"/>
    <w:rsid w:val="005F5246"/>
    <w:rsid w:val="006009B9"/>
    <w:rsid w:val="00604F2E"/>
    <w:rsid w:val="00607DA7"/>
    <w:rsid w:val="00612017"/>
    <w:rsid w:val="00613B3F"/>
    <w:rsid w:val="00622117"/>
    <w:rsid w:val="00622377"/>
    <w:rsid w:val="00623FBB"/>
    <w:rsid w:val="006249E0"/>
    <w:rsid w:val="006307B2"/>
    <w:rsid w:val="0063494F"/>
    <w:rsid w:val="00644AD2"/>
    <w:rsid w:val="00655ACD"/>
    <w:rsid w:val="00661633"/>
    <w:rsid w:val="00663D93"/>
    <w:rsid w:val="00670988"/>
    <w:rsid w:val="00676D21"/>
    <w:rsid w:val="00680B09"/>
    <w:rsid w:val="00681D1C"/>
    <w:rsid w:val="0068275C"/>
    <w:rsid w:val="006B7A8D"/>
    <w:rsid w:val="006C197A"/>
    <w:rsid w:val="006D1949"/>
    <w:rsid w:val="006D6502"/>
    <w:rsid w:val="006D6D71"/>
    <w:rsid w:val="006E0781"/>
    <w:rsid w:val="006E23F8"/>
    <w:rsid w:val="006E73AF"/>
    <w:rsid w:val="006F2D13"/>
    <w:rsid w:val="006F5E73"/>
    <w:rsid w:val="006F7026"/>
    <w:rsid w:val="007011DF"/>
    <w:rsid w:val="007051AB"/>
    <w:rsid w:val="00707204"/>
    <w:rsid w:val="00713FA8"/>
    <w:rsid w:val="00723881"/>
    <w:rsid w:val="0072514B"/>
    <w:rsid w:val="0072514F"/>
    <w:rsid w:val="00733A68"/>
    <w:rsid w:val="00735310"/>
    <w:rsid w:val="007453B1"/>
    <w:rsid w:val="007516AA"/>
    <w:rsid w:val="00754489"/>
    <w:rsid w:val="00757D57"/>
    <w:rsid w:val="007700BC"/>
    <w:rsid w:val="00771474"/>
    <w:rsid w:val="00771B00"/>
    <w:rsid w:val="00773641"/>
    <w:rsid w:val="00773A49"/>
    <w:rsid w:val="007756BE"/>
    <w:rsid w:val="007904C9"/>
    <w:rsid w:val="007906B5"/>
    <w:rsid w:val="007941D7"/>
    <w:rsid w:val="007A7896"/>
    <w:rsid w:val="007B2B44"/>
    <w:rsid w:val="007B2E3A"/>
    <w:rsid w:val="007B56B5"/>
    <w:rsid w:val="007D4E3B"/>
    <w:rsid w:val="007D5F4C"/>
    <w:rsid w:val="007E3361"/>
    <w:rsid w:val="007E386E"/>
    <w:rsid w:val="007E6BCF"/>
    <w:rsid w:val="00815EB7"/>
    <w:rsid w:val="00815F63"/>
    <w:rsid w:val="0082636E"/>
    <w:rsid w:val="008270C7"/>
    <w:rsid w:val="00852D62"/>
    <w:rsid w:val="0086295E"/>
    <w:rsid w:val="00870B8C"/>
    <w:rsid w:val="00884913"/>
    <w:rsid w:val="008861E2"/>
    <w:rsid w:val="0089111C"/>
    <w:rsid w:val="008915E1"/>
    <w:rsid w:val="00891FD8"/>
    <w:rsid w:val="008A2077"/>
    <w:rsid w:val="008B4480"/>
    <w:rsid w:val="008C0E0F"/>
    <w:rsid w:val="008C64E6"/>
    <w:rsid w:val="008C7A5B"/>
    <w:rsid w:val="008D6441"/>
    <w:rsid w:val="008E006F"/>
    <w:rsid w:val="008E20C7"/>
    <w:rsid w:val="008F6B2F"/>
    <w:rsid w:val="00904809"/>
    <w:rsid w:val="00905602"/>
    <w:rsid w:val="00910F6A"/>
    <w:rsid w:val="00913402"/>
    <w:rsid w:val="00917108"/>
    <w:rsid w:val="00922158"/>
    <w:rsid w:val="00925B03"/>
    <w:rsid w:val="00925B46"/>
    <w:rsid w:val="009266CF"/>
    <w:rsid w:val="009451C4"/>
    <w:rsid w:val="00947970"/>
    <w:rsid w:val="00955AB1"/>
    <w:rsid w:val="0096054B"/>
    <w:rsid w:val="00962552"/>
    <w:rsid w:val="009639DC"/>
    <w:rsid w:val="00967367"/>
    <w:rsid w:val="009762D9"/>
    <w:rsid w:val="0098364E"/>
    <w:rsid w:val="00996E64"/>
    <w:rsid w:val="00996F6D"/>
    <w:rsid w:val="009A08D6"/>
    <w:rsid w:val="009A2C88"/>
    <w:rsid w:val="009A3053"/>
    <w:rsid w:val="009A791F"/>
    <w:rsid w:val="009A7B5D"/>
    <w:rsid w:val="009B1C95"/>
    <w:rsid w:val="009B1D32"/>
    <w:rsid w:val="009B68B6"/>
    <w:rsid w:val="009C2099"/>
    <w:rsid w:val="009C3E38"/>
    <w:rsid w:val="009C4242"/>
    <w:rsid w:val="009C7366"/>
    <w:rsid w:val="009D0238"/>
    <w:rsid w:val="009D0E08"/>
    <w:rsid w:val="009D48F9"/>
    <w:rsid w:val="009D5043"/>
    <w:rsid w:val="009D543C"/>
    <w:rsid w:val="009D61E2"/>
    <w:rsid w:val="009F5421"/>
    <w:rsid w:val="009F5B47"/>
    <w:rsid w:val="00A00BB4"/>
    <w:rsid w:val="00A10871"/>
    <w:rsid w:val="00A1197B"/>
    <w:rsid w:val="00A14DFC"/>
    <w:rsid w:val="00A2104C"/>
    <w:rsid w:val="00A22E82"/>
    <w:rsid w:val="00A30DD9"/>
    <w:rsid w:val="00A30FBC"/>
    <w:rsid w:val="00A36ACC"/>
    <w:rsid w:val="00A41599"/>
    <w:rsid w:val="00A4534B"/>
    <w:rsid w:val="00A47990"/>
    <w:rsid w:val="00A5598D"/>
    <w:rsid w:val="00A56556"/>
    <w:rsid w:val="00A57A8E"/>
    <w:rsid w:val="00A65875"/>
    <w:rsid w:val="00A6765D"/>
    <w:rsid w:val="00A7065C"/>
    <w:rsid w:val="00A7290D"/>
    <w:rsid w:val="00A73B71"/>
    <w:rsid w:val="00A7799F"/>
    <w:rsid w:val="00A83DE4"/>
    <w:rsid w:val="00A852D7"/>
    <w:rsid w:val="00A85BC2"/>
    <w:rsid w:val="00A8767E"/>
    <w:rsid w:val="00A97141"/>
    <w:rsid w:val="00AA2B3D"/>
    <w:rsid w:val="00AB2A83"/>
    <w:rsid w:val="00AB307A"/>
    <w:rsid w:val="00AB3717"/>
    <w:rsid w:val="00AC515C"/>
    <w:rsid w:val="00AD4BB0"/>
    <w:rsid w:val="00AD537E"/>
    <w:rsid w:val="00AE25D0"/>
    <w:rsid w:val="00AE2C16"/>
    <w:rsid w:val="00AF0FEB"/>
    <w:rsid w:val="00AF1E15"/>
    <w:rsid w:val="00AF7EF6"/>
    <w:rsid w:val="00B05032"/>
    <w:rsid w:val="00B07CB9"/>
    <w:rsid w:val="00B10CB9"/>
    <w:rsid w:val="00B136AC"/>
    <w:rsid w:val="00B20C68"/>
    <w:rsid w:val="00B210BB"/>
    <w:rsid w:val="00B25600"/>
    <w:rsid w:val="00B27AAB"/>
    <w:rsid w:val="00B33DC8"/>
    <w:rsid w:val="00B36FC1"/>
    <w:rsid w:val="00B41705"/>
    <w:rsid w:val="00B53F70"/>
    <w:rsid w:val="00B549FA"/>
    <w:rsid w:val="00B57532"/>
    <w:rsid w:val="00B61451"/>
    <w:rsid w:val="00B67754"/>
    <w:rsid w:val="00B67C87"/>
    <w:rsid w:val="00B73CE9"/>
    <w:rsid w:val="00B80590"/>
    <w:rsid w:val="00B87908"/>
    <w:rsid w:val="00B91CA7"/>
    <w:rsid w:val="00B94C0B"/>
    <w:rsid w:val="00BA485D"/>
    <w:rsid w:val="00BA5839"/>
    <w:rsid w:val="00BA677D"/>
    <w:rsid w:val="00BA6CEC"/>
    <w:rsid w:val="00BA7EC5"/>
    <w:rsid w:val="00BB575E"/>
    <w:rsid w:val="00BC3F8C"/>
    <w:rsid w:val="00BC6406"/>
    <w:rsid w:val="00BD2A70"/>
    <w:rsid w:val="00BD6A2F"/>
    <w:rsid w:val="00BD6EE4"/>
    <w:rsid w:val="00BD7098"/>
    <w:rsid w:val="00BD73B1"/>
    <w:rsid w:val="00BD73D3"/>
    <w:rsid w:val="00BE0527"/>
    <w:rsid w:val="00BE46DB"/>
    <w:rsid w:val="00BF1E34"/>
    <w:rsid w:val="00BF3FDB"/>
    <w:rsid w:val="00C11718"/>
    <w:rsid w:val="00C14E8C"/>
    <w:rsid w:val="00C15A28"/>
    <w:rsid w:val="00C163BE"/>
    <w:rsid w:val="00C24F26"/>
    <w:rsid w:val="00C344F5"/>
    <w:rsid w:val="00C34680"/>
    <w:rsid w:val="00C35611"/>
    <w:rsid w:val="00C35B73"/>
    <w:rsid w:val="00C442F9"/>
    <w:rsid w:val="00C45CDA"/>
    <w:rsid w:val="00C553B9"/>
    <w:rsid w:val="00C60F7B"/>
    <w:rsid w:val="00C64C9B"/>
    <w:rsid w:val="00C70718"/>
    <w:rsid w:val="00C83B19"/>
    <w:rsid w:val="00C84C7F"/>
    <w:rsid w:val="00C859C4"/>
    <w:rsid w:val="00C900BE"/>
    <w:rsid w:val="00C932D3"/>
    <w:rsid w:val="00C94DC5"/>
    <w:rsid w:val="00CA07EB"/>
    <w:rsid w:val="00CA2877"/>
    <w:rsid w:val="00CA4E52"/>
    <w:rsid w:val="00CA5C6C"/>
    <w:rsid w:val="00CC3139"/>
    <w:rsid w:val="00CE11CF"/>
    <w:rsid w:val="00CE1CAA"/>
    <w:rsid w:val="00CF4620"/>
    <w:rsid w:val="00CF6CC1"/>
    <w:rsid w:val="00CF6DAD"/>
    <w:rsid w:val="00CF7A1B"/>
    <w:rsid w:val="00D02E96"/>
    <w:rsid w:val="00D16F4A"/>
    <w:rsid w:val="00D21D5A"/>
    <w:rsid w:val="00D27BB8"/>
    <w:rsid w:val="00D34188"/>
    <w:rsid w:val="00D349DC"/>
    <w:rsid w:val="00D35232"/>
    <w:rsid w:val="00D363A2"/>
    <w:rsid w:val="00D47749"/>
    <w:rsid w:val="00D578AB"/>
    <w:rsid w:val="00D60EF7"/>
    <w:rsid w:val="00D65169"/>
    <w:rsid w:val="00D65631"/>
    <w:rsid w:val="00D65A4F"/>
    <w:rsid w:val="00D75838"/>
    <w:rsid w:val="00DA7514"/>
    <w:rsid w:val="00DB2F74"/>
    <w:rsid w:val="00DB37BC"/>
    <w:rsid w:val="00DB703A"/>
    <w:rsid w:val="00DC01D6"/>
    <w:rsid w:val="00DC2B7B"/>
    <w:rsid w:val="00DD0E1A"/>
    <w:rsid w:val="00DE4D34"/>
    <w:rsid w:val="00DF044C"/>
    <w:rsid w:val="00DF0FE7"/>
    <w:rsid w:val="00DF5FB9"/>
    <w:rsid w:val="00E0037E"/>
    <w:rsid w:val="00E22A92"/>
    <w:rsid w:val="00E25AA9"/>
    <w:rsid w:val="00E3225E"/>
    <w:rsid w:val="00E346CC"/>
    <w:rsid w:val="00E34809"/>
    <w:rsid w:val="00E37C9A"/>
    <w:rsid w:val="00E4086A"/>
    <w:rsid w:val="00E45459"/>
    <w:rsid w:val="00E51E04"/>
    <w:rsid w:val="00E51FB2"/>
    <w:rsid w:val="00E61502"/>
    <w:rsid w:val="00E6490F"/>
    <w:rsid w:val="00E64949"/>
    <w:rsid w:val="00E72451"/>
    <w:rsid w:val="00E75DD6"/>
    <w:rsid w:val="00E961B8"/>
    <w:rsid w:val="00E96222"/>
    <w:rsid w:val="00E96FB5"/>
    <w:rsid w:val="00EA1E5F"/>
    <w:rsid w:val="00EB0E72"/>
    <w:rsid w:val="00EB3ED0"/>
    <w:rsid w:val="00EB757F"/>
    <w:rsid w:val="00EC06E9"/>
    <w:rsid w:val="00EC16B0"/>
    <w:rsid w:val="00EC4852"/>
    <w:rsid w:val="00EC52D4"/>
    <w:rsid w:val="00EC680A"/>
    <w:rsid w:val="00EE10C8"/>
    <w:rsid w:val="00EE45EC"/>
    <w:rsid w:val="00EE72B4"/>
    <w:rsid w:val="00EF040D"/>
    <w:rsid w:val="00F00C7F"/>
    <w:rsid w:val="00F115ED"/>
    <w:rsid w:val="00F176E5"/>
    <w:rsid w:val="00F353B1"/>
    <w:rsid w:val="00F3554A"/>
    <w:rsid w:val="00F35665"/>
    <w:rsid w:val="00F36126"/>
    <w:rsid w:val="00F36E1E"/>
    <w:rsid w:val="00F426EE"/>
    <w:rsid w:val="00F47133"/>
    <w:rsid w:val="00F50750"/>
    <w:rsid w:val="00F5563E"/>
    <w:rsid w:val="00F6185C"/>
    <w:rsid w:val="00F6256C"/>
    <w:rsid w:val="00F7121E"/>
    <w:rsid w:val="00F71449"/>
    <w:rsid w:val="00F718CF"/>
    <w:rsid w:val="00F768E8"/>
    <w:rsid w:val="00F91C44"/>
    <w:rsid w:val="00FA088D"/>
    <w:rsid w:val="00FB0080"/>
    <w:rsid w:val="00FB0AC4"/>
    <w:rsid w:val="00FB25FC"/>
    <w:rsid w:val="00FB28DC"/>
    <w:rsid w:val="00FC13A9"/>
    <w:rsid w:val="00FC1C11"/>
    <w:rsid w:val="00FD5829"/>
    <w:rsid w:val="00FD6ADF"/>
    <w:rsid w:val="00FD6BB1"/>
    <w:rsid w:val="00FE07B7"/>
    <w:rsid w:val="00FE08DB"/>
    <w:rsid w:val="00FE2523"/>
    <w:rsid w:val="00FE3222"/>
    <w:rsid w:val="00FE4EB4"/>
    <w:rsid w:val="00FE7B37"/>
    <w:rsid w:val="00FF1BE4"/>
    <w:rsid w:val="00FF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B114D2E"/>
  <w15:chartTrackingRefBased/>
  <w15:docId w15:val="{DF461D54-5F6F-447F-B65A-802C561A7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sz w:val="24"/>
    </w:rPr>
  </w:style>
  <w:style w:type="paragraph" w:styleId="Pealkiri2">
    <w:name w:val="heading 2"/>
    <w:basedOn w:val="Normaallaad"/>
    <w:next w:val="Normaallaad"/>
    <w:qFormat/>
    <w:pPr>
      <w:keepNext/>
      <w:jc w:val="center"/>
      <w:outlineLvl w:val="1"/>
    </w:pPr>
    <w:rPr>
      <w:b/>
      <w:sz w:val="28"/>
    </w:rPr>
  </w:style>
  <w:style w:type="paragraph" w:styleId="Pealkiri3">
    <w:name w:val="heading 3"/>
    <w:basedOn w:val="Normaallaad"/>
    <w:next w:val="Normaallaad"/>
    <w:qFormat/>
    <w:pPr>
      <w:keepNext/>
      <w:jc w:val="center"/>
      <w:outlineLvl w:val="2"/>
    </w:pPr>
    <w:rPr>
      <w:b/>
      <w:bCs/>
      <w:sz w:val="28"/>
      <w:u w:val="single"/>
    </w:rPr>
  </w:style>
  <w:style w:type="paragraph" w:styleId="Pealkiri4">
    <w:name w:val="heading 4"/>
    <w:basedOn w:val="Normaallaad"/>
    <w:next w:val="Normaallaad"/>
    <w:qFormat/>
    <w:pPr>
      <w:keepNext/>
      <w:tabs>
        <w:tab w:val="left" w:pos="6946"/>
        <w:tab w:val="left" w:pos="7655"/>
      </w:tabs>
      <w:outlineLvl w:val="3"/>
    </w:pPr>
    <w:rPr>
      <w:sz w:val="26"/>
    </w:rPr>
  </w:style>
  <w:style w:type="paragraph" w:styleId="Pealkiri5">
    <w:name w:val="heading 5"/>
    <w:basedOn w:val="Normaallaad"/>
    <w:next w:val="Normaallaad"/>
    <w:qFormat/>
    <w:pPr>
      <w:keepNext/>
      <w:ind w:left="1440" w:firstLine="720"/>
      <w:outlineLvl w:val="4"/>
    </w:pPr>
    <w:rPr>
      <w:sz w:val="28"/>
    </w:rPr>
  </w:style>
  <w:style w:type="paragraph" w:styleId="Pealkiri6">
    <w:name w:val="heading 6"/>
    <w:basedOn w:val="Normaallaad"/>
    <w:next w:val="Normaallaad"/>
    <w:qFormat/>
    <w:pPr>
      <w:keepNext/>
      <w:outlineLvl w:val="5"/>
    </w:pPr>
    <w:rPr>
      <w:b/>
      <w:bCs/>
      <w:sz w:val="28"/>
    </w:rPr>
  </w:style>
  <w:style w:type="paragraph" w:styleId="Pealkiri7">
    <w:name w:val="heading 7"/>
    <w:basedOn w:val="Normaallaad"/>
    <w:next w:val="Normaallaad"/>
    <w:qFormat/>
    <w:pPr>
      <w:keepNext/>
      <w:jc w:val="center"/>
      <w:outlineLvl w:val="6"/>
    </w:pPr>
    <w:rPr>
      <w:sz w:val="26"/>
    </w:rPr>
  </w:style>
  <w:style w:type="paragraph" w:styleId="Pealkiri8">
    <w:name w:val="heading 8"/>
    <w:basedOn w:val="Normaallaad"/>
    <w:next w:val="Normaallaad"/>
    <w:qFormat/>
    <w:pPr>
      <w:keepNext/>
      <w:outlineLvl w:val="7"/>
    </w:pPr>
    <w:rPr>
      <w:b/>
      <w:bCs/>
      <w:sz w:val="24"/>
    </w:rPr>
  </w:style>
  <w:style w:type="paragraph" w:styleId="Pealkiri9">
    <w:name w:val="heading 9"/>
    <w:basedOn w:val="Normaallaad"/>
    <w:next w:val="Normaallaad"/>
    <w:qFormat/>
    <w:pPr>
      <w:keepNext/>
      <w:jc w:val="right"/>
      <w:outlineLvl w:val="8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rPr>
      <w:b/>
      <w:sz w:val="28"/>
    </w:rPr>
  </w:style>
  <w:style w:type="paragraph" w:styleId="Kehatekst2">
    <w:name w:val="Body Text 2"/>
    <w:basedOn w:val="Normaallaad"/>
    <w:pPr>
      <w:tabs>
        <w:tab w:val="left" w:pos="6521"/>
        <w:tab w:val="left" w:pos="7230"/>
      </w:tabs>
    </w:pPr>
    <w:rPr>
      <w:sz w:val="24"/>
    </w:rPr>
  </w:style>
  <w:style w:type="character" w:styleId="Hperlink">
    <w:name w:val="Hyperlink"/>
    <w:rPr>
      <w:color w:val="0000FF"/>
      <w:u w:val="single"/>
    </w:rPr>
  </w:style>
  <w:style w:type="character" w:styleId="Kommentaariviide">
    <w:name w:val="annotation reference"/>
    <w:semiHidden/>
    <w:rPr>
      <w:sz w:val="16"/>
      <w:szCs w:val="16"/>
    </w:rPr>
  </w:style>
  <w:style w:type="paragraph" w:styleId="Kommentaaritekst">
    <w:name w:val="annotation text"/>
    <w:basedOn w:val="Normaallaad"/>
    <w:semiHidden/>
  </w:style>
  <w:style w:type="paragraph" w:styleId="Allmrkusetekst">
    <w:name w:val="footnote text"/>
    <w:basedOn w:val="Normaallaad"/>
    <w:semiHidden/>
  </w:style>
  <w:style w:type="character" w:styleId="Allmrkuseviide">
    <w:name w:val="footnote reference"/>
    <w:semiHidden/>
    <w:rPr>
      <w:vertAlign w:val="superscript"/>
    </w:rPr>
  </w:style>
  <w:style w:type="paragraph" w:styleId="Pealdis">
    <w:name w:val="caption"/>
    <w:basedOn w:val="Normaallaad"/>
    <w:next w:val="Normaallaad"/>
    <w:qFormat/>
    <w:pPr>
      <w:spacing w:before="120" w:after="120"/>
    </w:pPr>
    <w:rPr>
      <w:b/>
      <w:bCs/>
    </w:rPr>
  </w:style>
  <w:style w:type="character" w:styleId="Klastatudhperlink">
    <w:name w:val="FollowedHyperlink"/>
    <w:rPr>
      <w:color w:val="800080"/>
      <w:u w:val="single"/>
    </w:rPr>
  </w:style>
  <w:style w:type="paragraph" w:styleId="Jutumullitekst">
    <w:name w:val="Balloon Text"/>
    <w:basedOn w:val="Normaallaad"/>
    <w:semiHidden/>
    <w:rPr>
      <w:rFonts w:ascii="Tahoma" w:hAnsi="Tahoma" w:cs="Tahoma"/>
      <w:sz w:val="16"/>
      <w:szCs w:val="16"/>
    </w:rPr>
  </w:style>
  <w:style w:type="paragraph" w:styleId="Kommentaariteema">
    <w:name w:val="annotation subject"/>
    <w:basedOn w:val="Kommentaaritekst"/>
    <w:next w:val="Kommentaaritekst"/>
    <w:semiHidden/>
    <w:rPr>
      <w:b/>
      <w:bCs/>
    </w:rPr>
  </w:style>
  <w:style w:type="paragraph" w:styleId="Pealkiri">
    <w:name w:val="Title"/>
    <w:basedOn w:val="Normaallaad"/>
    <w:qFormat/>
    <w:rsid w:val="00DB2F74"/>
    <w:pPr>
      <w:jc w:val="center"/>
    </w:pPr>
    <w:rPr>
      <w:b/>
      <w:bCs/>
      <w:sz w:val="24"/>
      <w:szCs w:val="24"/>
    </w:rPr>
  </w:style>
  <w:style w:type="paragraph" w:styleId="HTML-eelvormindatud">
    <w:name w:val="HTML Preformatted"/>
    <w:basedOn w:val="Normaallaad"/>
    <w:rsid w:val="00144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shorttext">
    <w:name w:val="short_text"/>
    <w:rsid w:val="005B6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2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VE.AUN\Desktop\RP%20hinnapakkumus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53D65-B6AF-4274-B171-A42505C9A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 hinnapakkumus.dot</Template>
  <TotalTime>0</TotalTime>
  <Pages>1</Pages>
  <Words>64</Words>
  <Characters>544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AS xxxxx</vt:lpstr>
      <vt:lpstr>AS xxxxx</vt:lpstr>
    </vt:vector>
  </TitlesOfParts>
  <Company>Company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xxxxx</dc:title>
  <dc:subject/>
  <dc:creator>ave.aun</dc:creator>
  <cp:keywords/>
  <cp:lastModifiedBy>Leivi Arumäe</cp:lastModifiedBy>
  <cp:revision>3</cp:revision>
  <cp:lastPrinted>2012-09-13T08:01:00Z</cp:lastPrinted>
  <dcterms:created xsi:type="dcterms:W3CDTF">2024-02-08T10:33:00Z</dcterms:created>
  <dcterms:modified xsi:type="dcterms:W3CDTF">2024-02-08T10:58:00Z</dcterms:modified>
</cp:coreProperties>
</file>